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0"/>
        <w:gridCol w:w="1218"/>
        <w:gridCol w:w="3264"/>
        <w:gridCol w:w="775"/>
        <w:gridCol w:w="125"/>
        <w:gridCol w:w="651"/>
        <w:gridCol w:w="775"/>
        <w:gridCol w:w="776"/>
        <w:gridCol w:w="775"/>
        <w:gridCol w:w="776"/>
        <w:gridCol w:w="775"/>
        <w:gridCol w:w="776"/>
      </w:tblGrid>
      <w:tr w:rsidR="00C6549C" w:rsidRPr="00976300" w14:paraId="6C82A27D" w14:textId="77777777">
        <w:trPr>
          <w:trHeight w:val="281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D4E85" w14:textId="77777777" w:rsidR="00C6549C" w:rsidRDefault="00C6549C" w:rsidP="00C6549C">
            <w:pPr>
              <w:pStyle w:val="Heading1"/>
              <w:rPr>
                <w:sz w:val="20"/>
                <w:szCs w:val="20"/>
              </w:rPr>
            </w:pPr>
            <w:r>
              <w:t xml:space="preserve">Lesson Title: </w:t>
            </w:r>
          </w:p>
        </w:tc>
        <w:tc>
          <w:tcPr>
            <w:tcW w:w="94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3366"/>
          </w:tcPr>
          <w:p w14:paraId="61EA1709" w14:textId="606099CC" w:rsidR="00C6549C" w:rsidRPr="000D37DC" w:rsidRDefault="001363B0" w:rsidP="00C6549C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Current Events Blog</w:t>
            </w:r>
          </w:p>
        </w:tc>
      </w:tr>
      <w:tr w:rsidR="00C6549C" w:rsidRPr="00976300" w14:paraId="58DDCBE2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076AA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Teacher: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54F45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Thomason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ED90A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Hour: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93FB5" w14:textId="77777777" w:rsidR="00C6549C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6549C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  <w:szCs w:val="20"/>
              </w:rPr>
              <w:t xml:space="preserve"> and 6</w:t>
            </w:r>
            <w:r w:rsidRPr="00C6549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</w:p>
        </w:tc>
      </w:tr>
      <w:tr w:rsidR="00C6549C" w:rsidRPr="00976300" w14:paraId="06FC8597" w14:textId="77777777">
        <w:trPr>
          <w:trHeight w:val="296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381BB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4BA99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76D59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AF381" w14:textId="7E22C533" w:rsidR="00C6549C" w:rsidRDefault="001363B0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Continue through the whole 3</w:t>
            </w:r>
            <w:r w:rsidRPr="001363B0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>
              <w:rPr>
                <w:rFonts w:ascii="Arial" w:hAnsi="Arial" w:cs="Arial"/>
                <w:sz w:val="20"/>
                <w:szCs w:val="20"/>
              </w:rPr>
              <w:t xml:space="preserve"> tri</w:t>
            </w:r>
          </w:p>
        </w:tc>
      </w:tr>
      <w:tr w:rsidR="00C6549C" w:rsidRPr="00976300" w14:paraId="557E2CE1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DB0A6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Unit: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E8C05" w14:textId="314B1DDB" w:rsidR="00C6549C" w:rsidRPr="00976300" w:rsidRDefault="001363B0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Non-Fiction</w:t>
            </w:r>
          </w:p>
        </w:tc>
        <w:tc>
          <w:tcPr>
            <w:tcW w:w="62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E931A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Target Grade Level</w:t>
            </w:r>
            <w:r>
              <w:rPr>
                <w:rFonts w:ascii="Arial" w:hAnsi="Arial" w:cs="Arial"/>
                <w:b/>
                <w:sz w:val="20"/>
                <w:szCs w:val="20"/>
              </w:rPr>
              <w:t>: 7th</w:t>
            </w:r>
          </w:p>
        </w:tc>
      </w:tr>
      <w:tr w:rsidR="00C6549C" w:rsidRPr="00976300" w14:paraId="645B94B6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C84CF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ourse</w:t>
            </w:r>
            <w:r w:rsidRPr="00F767F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FE791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394DF" w14:textId="77777777" w:rsidR="00C6549C" w:rsidRPr="00976300" w:rsidRDefault="00C6549C" w:rsidP="00C65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2F7C5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8025B" w14:textId="77777777" w:rsidR="00C6549C" w:rsidRPr="00976300" w:rsidRDefault="00C6549C" w:rsidP="00C65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F22F7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D49A0" w14:textId="77777777" w:rsidR="00C6549C" w:rsidRPr="00976300" w:rsidRDefault="00C6549C" w:rsidP="00C65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E6E8C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3A83B" w14:textId="77777777" w:rsidR="00C6549C" w:rsidRPr="00976300" w:rsidRDefault="00C6549C" w:rsidP="00C65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9C231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64EBD3" w14:textId="77777777" w:rsidR="00C6549C" w:rsidRDefault="001363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76FF02E7">
          <v:rect id="_x0000_i1025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9108"/>
      </w:tblGrid>
      <w:tr w:rsidR="00C6549C" w14:paraId="2B78FCAD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42B7D219" w14:textId="77777777" w:rsidR="00C6549C" w:rsidRPr="006A3A59" w:rsidRDefault="00C6549C" w:rsidP="00C654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Learning Target(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743C" w14:textId="77777777" w:rsidR="00C6549C" w:rsidRDefault="009551F0" w:rsidP="001363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will </w:t>
            </w:r>
            <w:r w:rsidR="001363B0">
              <w:rPr>
                <w:rFonts w:ascii="Arial" w:hAnsi="Arial" w:cs="Arial"/>
                <w:sz w:val="20"/>
                <w:szCs w:val="20"/>
              </w:rPr>
              <w:t>locate current event articles using internet news sources.</w:t>
            </w:r>
          </w:p>
          <w:p w14:paraId="30026CB2" w14:textId="77777777" w:rsidR="001363B0" w:rsidRDefault="001363B0" w:rsidP="001363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will summarize in a blog their current event article.</w:t>
            </w:r>
          </w:p>
          <w:p w14:paraId="17B534E0" w14:textId="77777777" w:rsidR="001363B0" w:rsidRDefault="001363B0" w:rsidP="001363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will format their blog post according to the rubric.</w:t>
            </w:r>
          </w:p>
          <w:p w14:paraId="2103D7C2" w14:textId="0B7E70B2" w:rsidR="001363B0" w:rsidRPr="00126709" w:rsidRDefault="001363B0" w:rsidP="001363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will communicate with other students about current events via blog comments.</w:t>
            </w:r>
          </w:p>
        </w:tc>
      </w:tr>
      <w:tr w:rsidR="00C6549C" w14:paraId="3CB02B64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5B825276" w14:textId="1DBA348B" w:rsidR="00C6549C" w:rsidRPr="006A3A59" w:rsidRDefault="00C6549C" w:rsidP="00C654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Criteria for Success: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5C00" w14:textId="2BA76A3D" w:rsidR="00C6549C" w:rsidRPr="00126709" w:rsidRDefault="005159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Rubric</w:t>
            </w:r>
            <w:r w:rsidR="001363B0">
              <w:rPr>
                <w:rFonts w:ascii="Arial" w:hAnsi="Arial" w:cs="Arial"/>
                <w:sz w:val="20"/>
                <w:szCs w:val="20"/>
              </w:rPr>
              <w:t>, checklist, student comments</w:t>
            </w:r>
          </w:p>
        </w:tc>
      </w:tr>
      <w:tr w:rsidR="00C6549C" w14:paraId="5428F939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4D7D686E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Progression of Learning: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1A47" w14:textId="6F25D280" w:rsidR="00C6549C" w:rsidRPr="00126709" w:rsidRDefault="001363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Become familiar with blog, locate source, read and break down, summarize, write, share, comment</w:t>
            </w:r>
          </w:p>
        </w:tc>
      </w:tr>
    </w:tbl>
    <w:p w14:paraId="42EDDAF8" w14:textId="77777777" w:rsidR="00C6549C" w:rsidRDefault="001363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301F5F77">
          <v:rect id="_x0000_i1026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3780"/>
        <w:gridCol w:w="3780"/>
        <w:gridCol w:w="3780"/>
      </w:tblGrid>
      <w:tr w:rsidR="00C6549C" w:rsidRPr="009C5B29" w14:paraId="0C7A3A02" w14:textId="77777777">
        <w:trPr>
          <w:trHeight w:val="180"/>
        </w:trPr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F63F13" w14:textId="592E3FCF" w:rsidR="00C6549C" w:rsidRPr="009C5B29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 Area Standards, Essential </w:t>
            </w:r>
            <w:proofErr w:type="spellStart"/>
            <w:r w:rsidR="00060263">
              <w:rPr>
                <w:rFonts w:ascii="Arial" w:hAnsi="Arial" w:cs="Arial"/>
                <w:b/>
                <w:sz w:val="20"/>
                <w:szCs w:val="20"/>
              </w:rPr>
              <w:t>Learnings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and Evidence Outcomes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6DE93B8" w14:textId="77777777" w:rsidR="00C6549C" w:rsidRPr="009C5B29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4585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Skills and Abilities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D5CF31" w14:textId="77777777" w:rsidR="00C6549C" w:rsidRPr="009C5B29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ISTE NET-S, ITEEA, or L4L Standards Addressed </w:t>
            </w:r>
          </w:p>
        </w:tc>
      </w:tr>
      <w:tr w:rsidR="00C6549C" w14:paraId="15EC0535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61C2A4DB" w14:textId="77777777" w:rsidR="00C6549C" w:rsidRPr="001363B0" w:rsidRDefault="001363B0" w:rsidP="001363B0">
            <w:pPr>
              <w:rPr>
                <w:bCs/>
                <w:sz w:val="16"/>
                <w:szCs w:val="16"/>
              </w:rPr>
            </w:pPr>
            <w:r w:rsidRPr="001363B0">
              <w:rPr>
                <w:bCs/>
                <w:sz w:val="16"/>
                <w:szCs w:val="16"/>
              </w:rPr>
              <w:t>Informational and persuasive texts are summarized and evaluated</w:t>
            </w:r>
          </w:p>
          <w:p w14:paraId="79208229" w14:textId="77777777" w:rsidR="001363B0" w:rsidRPr="001363B0" w:rsidRDefault="001363B0" w:rsidP="001363B0">
            <w:pPr>
              <w:rPr>
                <w:sz w:val="16"/>
                <w:szCs w:val="16"/>
              </w:rPr>
            </w:pPr>
            <w:r w:rsidRPr="001363B0">
              <w:rPr>
                <w:bCs/>
                <w:sz w:val="16"/>
                <w:szCs w:val="16"/>
              </w:rPr>
              <w:t>b.</w:t>
            </w:r>
            <w:r w:rsidRPr="001363B0">
              <w:rPr>
                <w:sz w:val="16"/>
                <w:szCs w:val="16"/>
              </w:rPr>
              <w:t xml:space="preserve"> Organize and synthesize information from multiple sources, determining the relevance of information (DOK 4)</w:t>
            </w:r>
          </w:p>
          <w:p w14:paraId="0EDD23DB" w14:textId="77777777" w:rsidR="001363B0" w:rsidRPr="001363B0" w:rsidRDefault="001363B0" w:rsidP="001363B0">
            <w:pPr>
              <w:rPr>
                <w:sz w:val="16"/>
                <w:szCs w:val="16"/>
              </w:rPr>
            </w:pPr>
            <w:r w:rsidRPr="001363B0">
              <w:rPr>
                <w:sz w:val="16"/>
                <w:szCs w:val="16"/>
              </w:rPr>
              <w:t xml:space="preserve">c. Identify and paraphrase themes, key ideas, main ideas, and supporting ideas in texts </w:t>
            </w:r>
          </w:p>
          <w:p w14:paraId="01BF0F6F" w14:textId="231D3B59" w:rsidR="001363B0" w:rsidRPr="001363B0" w:rsidRDefault="001363B0" w:rsidP="001363B0">
            <w:pPr>
              <w:rPr>
                <w:sz w:val="20"/>
                <w:szCs w:val="20"/>
              </w:rPr>
            </w:pPr>
            <w:r w:rsidRPr="001363B0">
              <w:rPr>
                <w:sz w:val="16"/>
                <w:szCs w:val="16"/>
              </w:rPr>
              <w:t>g. Evaluate informational and persuasive text (DOK 1-4)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C3A2" w14:textId="6AACC3AC" w:rsidR="00C6549C" w:rsidRPr="009D4B6F" w:rsidRDefault="00060263" w:rsidP="00060263">
            <w:pPr>
              <w:ind w:left="72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Monotype Sorts" w:hAnsi="Monotype Sorts" w:cs="Monotype Sorts"/>
                <w:sz w:val="16"/>
                <w:szCs w:val="20"/>
              </w:rPr>
              <w:t></w:t>
            </w:r>
            <w:r w:rsidR="00C6549C" w:rsidRPr="009D4B6F">
              <w:rPr>
                <w:rFonts w:ascii="Arial" w:hAnsi="Arial" w:cs="Arial"/>
                <w:sz w:val="16"/>
                <w:szCs w:val="20"/>
              </w:rPr>
              <w:t>Collaboration and Teamwork</w:t>
            </w:r>
          </w:p>
          <w:p w14:paraId="6CC0DB11" w14:textId="0582F6E4" w:rsidR="00C6549C" w:rsidRPr="009D4B6F" w:rsidRDefault="001363B0" w:rsidP="001363B0">
            <w:pPr>
              <w:ind w:left="72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Monotype Sorts" w:hAnsi="Monotype Sorts" w:cs="Monotype Sorts"/>
                <w:sz w:val="16"/>
                <w:szCs w:val="20"/>
              </w:rPr>
              <w:t></w:t>
            </w:r>
            <w:r w:rsidR="00C6549C" w:rsidRPr="009D4B6F">
              <w:rPr>
                <w:rFonts w:ascii="Arial" w:hAnsi="Arial" w:cs="Arial"/>
                <w:sz w:val="16"/>
                <w:szCs w:val="20"/>
              </w:rPr>
              <w:t>Critical Thinking, Reasoning, and Problem Solving</w:t>
            </w:r>
          </w:p>
          <w:p w14:paraId="3DA11B61" w14:textId="77777777" w:rsidR="00C6549C" w:rsidRPr="009D4B6F" w:rsidRDefault="00C6549C" w:rsidP="00C6549C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Invention, Innovation, and Creativity</w:t>
            </w:r>
          </w:p>
          <w:p w14:paraId="68A429FC" w14:textId="00DB92C0" w:rsidR="00C6549C" w:rsidRPr="009D4B6F" w:rsidRDefault="00060263" w:rsidP="00060263">
            <w:pPr>
              <w:ind w:left="72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Monotype Sorts" w:hAnsi="Monotype Sorts" w:cs="Monotype Sorts"/>
                <w:sz w:val="16"/>
                <w:szCs w:val="20"/>
              </w:rPr>
              <w:t></w:t>
            </w:r>
            <w:r w:rsidR="00C6549C" w:rsidRPr="009D4B6F">
              <w:rPr>
                <w:rFonts w:ascii="Arial" w:hAnsi="Arial" w:cs="Arial"/>
                <w:sz w:val="16"/>
                <w:szCs w:val="20"/>
              </w:rPr>
              <w:t>Self-Direction</w:t>
            </w:r>
          </w:p>
          <w:p w14:paraId="7CEB88E7" w14:textId="77777777" w:rsidR="00C6549C" w:rsidRPr="009D4B6F" w:rsidRDefault="00C6549C" w:rsidP="00C6549C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Information Literacy</w:t>
            </w:r>
          </w:p>
          <w:p w14:paraId="72EFF662" w14:textId="77777777" w:rsidR="00C6549C" w:rsidRPr="009D4B6F" w:rsidRDefault="00C6549C" w:rsidP="00C6549C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Global Awareness</w:t>
            </w:r>
          </w:p>
          <w:p w14:paraId="7ACC002A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2F411E" w14:textId="77777777" w:rsidR="00C6549C" w:rsidRPr="009D4B6F" w:rsidRDefault="00C6549C" w:rsidP="00C6549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Inquiry Questions</w:t>
            </w:r>
          </w:p>
          <w:p w14:paraId="52E21176" w14:textId="77777777" w:rsidR="00C6549C" w:rsidRDefault="00C6549C" w:rsidP="00C6549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Relevance and Application</w:t>
            </w:r>
          </w:p>
          <w:p w14:paraId="45C4B58E" w14:textId="77777777" w:rsidR="00C6549C" w:rsidRPr="009D4B6F" w:rsidRDefault="00C6549C" w:rsidP="00C6549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 xml:space="preserve">Nature of Discipline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310489FF" w14:textId="77777777" w:rsidR="00C6549C" w:rsidRDefault="009F7E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ISTE</w:t>
            </w:r>
          </w:p>
          <w:p w14:paraId="6F213DFB" w14:textId="2E8449DA" w:rsidR="00B83640" w:rsidRPr="00B83640" w:rsidRDefault="007A7F3E" w:rsidP="00B83640">
            <w:pPr>
              <w:rPr>
                <w:rFonts w:ascii="Times" w:hAnsi="Times"/>
                <w:sz w:val="16"/>
                <w:szCs w:val="16"/>
              </w:rPr>
            </w:pPr>
            <w:r w:rsidRPr="00B83640">
              <w:rPr>
                <w:rFonts w:ascii="Times" w:hAnsi="Times"/>
                <w:b/>
                <w:bCs/>
                <w:sz w:val="16"/>
                <w:szCs w:val="16"/>
              </w:rPr>
              <w:t>2.</w:t>
            </w:r>
            <w:r w:rsidRPr="00B83640">
              <w:rPr>
                <w:rFonts w:ascii="Times" w:hAnsi="Times"/>
                <w:sz w:val="16"/>
                <w:szCs w:val="16"/>
              </w:rPr>
              <w:t xml:space="preserve"> </w:t>
            </w:r>
            <w:r w:rsidRPr="00B83640">
              <w:rPr>
                <w:rFonts w:ascii="Times" w:hAnsi="Times"/>
                <w:b/>
                <w:bCs/>
                <w:sz w:val="16"/>
                <w:szCs w:val="16"/>
              </w:rPr>
              <w:t>Communication and Collaboration</w:t>
            </w:r>
            <w:r w:rsidRPr="00B83640">
              <w:rPr>
                <w:rFonts w:ascii="Times" w:hAnsi="Times"/>
                <w:sz w:val="16"/>
                <w:szCs w:val="16"/>
              </w:rPr>
              <w:t xml:space="preserve">   Students use digital media and environments to communicate and work collaboratively, including at a distance, to support individual learning and contribute to the learning of others. Students:</w:t>
            </w:r>
          </w:p>
          <w:tbl>
            <w:tblPr>
              <w:tblW w:w="5000" w:type="pct"/>
              <w:tblCellSpacing w:w="15" w:type="dxa"/>
              <w:tblCellMar>
                <w:top w:w="20" w:type="dxa"/>
                <w:left w:w="20" w:type="dxa"/>
                <w:bottom w:w="20" w:type="dxa"/>
                <w:right w:w="20" w:type="dxa"/>
              </w:tblCellMar>
              <w:tblLook w:val="04A0" w:firstRow="1" w:lastRow="0" w:firstColumn="1" w:lastColumn="0" w:noHBand="0" w:noVBand="1"/>
            </w:tblPr>
            <w:tblGrid>
              <w:gridCol w:w="205"/>
              <w:gridCol w:w="3359"/>
            </w:tblGrid>
            <w:tr w:rsidR="00B83640" w:rsidRPr="00B83640" w14:paraId="2E118A52" w14:textId="77777777" w:rsidTr="00B83640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6953B287" w14:textId="77777777" w:rsidR="00B83640" w:rsidRPr="00B83640" w:rsidRDefault="00B83640" w:rsidP="00B83640">
                  <w:pPr>
                    <w:rPr>
                      <w:rFonts w:ascii="Times" w:hAnsi="Times"/>
                      <w:sz w:val="16"/>
                      <w:szCs w:val="16"/>
                    </w:rPr>
                  </w:pPr>
                  <w:r w:rsidRPr="00B83640">
                    <w:rPr>
                      <w:rFonts w:ascii="Times" w:hAnsi="Times"/>
                      <w:sz w:val="16"/>
                      <w:szCs w:val="16"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AF4D80F" w14:textId="77777777" w:rsidR="00B83640" w:rsidRPr="00B83640" w:rsidRDefault="00B83640" w:rsidP="00B83640">
                  <w:pPr>
                    <w:rPr>
                      <w:rFonts w:ascii="Times" w:hAnsi="Times"/>
                      <w:sz w:val="16"/>
                      <w:szCs w:val="16"/>
                    </w:rPr>
                  </w:pPr>
                  <w:proofErr w:type="gramStart"/>
                  <w:r w:rsidRPr="00B83640">
                    <w:rPr>
                      <w:rFonts w:ascii="Times" w:hAnsi="Times"/>
                      <w:sz w:val="16"/>
                      <w:szCs w:val="16"/>
                    </w:rPr>
                    <w:t>interact</w:t>
                  </w:r>
                  <w:proofErr w:type="gramEnd"/>
                  <w:r w:rsidRPr="00B83640">
                    <w:rPr>
                      <w:rFonts w:ascii="Times" w:hAnsi="Times"/>
                      <w:sz w:val="16"/>
                      <w:szCs w:val="16"/>
                    </w:rPr>
                    <w:t>, collaborate, and publish with peers, experts, or others employing a variety of digital environments and media.</w:t>
                  </w:r>
                </w:p>
              </w:tc>
            </w:tr>
            <w:tr w:rsidR="00B83640" w:rsidRPr="00B83640" w14:paraId="7B4BBF2F" w14:textId="77777777" w:rsidTr="00B83640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71F44194" w14:textId="77777777" w:rsidR="00B83640" w:rsidRPr="00B83640" w:rsidRDefault="00B83640" w:rsidP="00B83640">
                  <w:pPr>
                    <w:rPr>
                      <w:rFonts w:ascii="Times" w:hAnsi="Times"/>
                      <w:sz w:val="16"/>
                      <w:szCs w:val="16"/>
                    </w:rPr>
                  </w:pPr>
                  <w:r w:rsidRPr="00B83640">
                    <w:rPr>
                      <w:rFonts w:ascii="Times" w:hAnsi="Times"/>
                      <w:sz w:val="16"/>
                      <w:szCs w:val="16"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284CA25" w14:textId="77777777" w:rsidR="00B83640" w:rsidRPr="00B83640" w:rsidRDefault="00B83640" w:rsidP="00B83640">
                  <w:pPr>
                    <w:rPr>
                      <w:rFonts w:ascii="Times" w:hAnsi="Times"/>
                      <w:sz w:val="16"/>
                      <w:szCs w:val="16"/>
                    </w:rPr>
                  </w:pPr>
                  <w:proofErr w:type="gramStart"/>
                  <w:r w:rsidRPr="00B83640">
                    <w:rPr>
                      <w:rFonts w:ascii="Times" w:hAnsi="Times"/>
                      <w:sz w:val="16"/>
                      <w:szCs w:val="16"/>
                    </w:rPr>
                    <w:t>communicate</w:t>
                  </w:r>
                  <w:proofErr w:type="gramEnd"/>
                  <w:r w:rsidRPr="00B83640">
                    <w:rPr>
                      <w:rFonts w:ascii="Times" w:hAnsi="Times"/>
                      <w:sz w:val="16"/>
                      <w:szCs w:val="16"/>
                    </w:rPr>
                    <w:t xml:space="preserve"> information and ideas effectively to multiple audiences using a variety of media and formats.</w:t>
                  </w:r>
                </w:p>
              </w:tc>
            </w:tr>
          </w:tbl>
          <w:p w14:paraId="2675F2B0" w14:textId="19096D9E" w:rsidR="009F7E7C" w:rsidRPr="00126709" w:rsidRDefault="009F7E7C" w:rsidP="009F7E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08FBB" w14:textId="162EBEDA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:rsidRPr="009C5B29" w14:paraId="08869669" w14:textId="77777777">
        <w:trPr>
          <w:trHeight w:val="180"/>
        </w:trPr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E6CBBB" w14:textId="77777777" w:rsidR="00C6549C" w:rsidRPr="009C5B29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Pre-Assessment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2293C2" w14:textId="77777777" w:rsidR="00C6549C" w:rsidRPr="009C5B29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8B569C" w14:textId="77777777" w:rsidR="00C6549C" w:rsidRPr="009C5B29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Post-Assessment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</w:tr>
      <w:tr w:rsidR="00C6549C" w14:paraId="25C1B349" w14:textId="77777777">
        <w:trPr>
          <w:trHeight w:val="836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2E44F7D0" w14:textId="4DFADE41" w:rsidR="00C6549C" w:rsidRPr="00126709" w:rsidRDefault="00EE3060" w:rsidP="001363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 w:rsidR="001363B0">
              <w:rPr>
                <w:rFonts w:ascii="Arial" w:hAnsi="Arial" w:cs="Arial"/>
                <w:sz w:val="20"/>
                <w:szCs w:val="20"/>
              </w:rPr>
              <w:t>summaries</w:t>
            </w:r>
            <w:proofErr w:type="gramEnd"/>
            <w:r w:rsidR="001363B0">
              <w:rPr>
                <w:rFonts w:ascii="Arial" w:hAnsi="Arial" w:cs="Arial"/>
                <w:sz w:val="20"/>
                <w:szCs w:val="20"/>
              </w:rPr>
              <w:t xml:space="preserve"> from paper current events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3ACD9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076AC2D9" w14:textId="5F70133E" w:rsidR="00C6549C" w:rsidRPr="00126709" w:rsidRDefault="00EE3060" w:rsidP="001363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1363B0">
              <w:rPr>
                <w:rFonts w:ascii="Arial" w:hAnsi="Arial" w:cs="Arial"/>
                <w:sz w:val="20"/>
                <w:szCs w:val="20"/>
              </w:rPr>
              <w:t>Blog at end of tri</w:t>
            </w:r>
          </w:p>
        </w:tc>
      </w:tr>
    </w:tbl>
    <w:p w14:paraId="1307B0B1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14:paraId="7E8371EC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2407B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Differentiation Strategies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4081C8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BF99FE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Research Based Instruction Strategies</w:t>
            </w:r>
          </w:p>
        </w:tc>
      </w:tr>
      <w:tr w:rsidR="00C6549C" w14:paraId="49EC8336" w14:textId="77777777">
        <w:trPr>
          <w:trHeight w:val="150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0777E79B" w14:textId="7DFA4701" w:rsidR="00C6549C" w:rsidRDefault="00D734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1363B0">
              <w:rPr>
                <w:rFonts w:ascii="Arial" w:hAnsi="Arial" w:cs="Arial"/>
                <w:sz w:val="20"/>
                <w:szCs w:val="20"/>
              </w:rPr>
              <w:t>Some kids will need a push toward certain articles because of their reading level</w:t>
            </w:r>
          </w:p>
          <w:p w14:paraId="13B663F9" w14:textId="653A450D" w:rsidR="00D73444" w:rsidRPr="00126709" w:rsidRDefault="00D734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F709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623864CD" w14:textId="17FB67B6" w:rsidR="00C6549C" w:rsidRDefault="001363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Peer evaluating and communicating</w:t>
            </w:r>
          </w:p>
          <w:p w14:paraId="73D0E5F8" w14:textId="77777777" w:rsidR="00226778" w:rsidRDefault="002267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Rubrics</w:t>
            </w:r>
          </w:p>
          <w:p w14:paraId="30135082" w14:textId="77777777" w:rsidR="00226778" w:rsidRDefault="002267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Modeling</w:t>
            </w:r>
          </w:p>
          <w:p w14:paraId="22C66079" w14:textId="2F6FD401" w:rsidR="001363B0" w:rsidRDefault="001363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Checklist</w:t>
            </w:r>
          </w:p>
          <w:p w14:paraId="7189A728" w14:textId="77777777" w:rsidR="00226778" w:rsidRDefault="0022677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82FB38" w14:textId="77777777" w:rsidR="00226778" w:rsidRPr="00126709" w:rsidRDefault="002267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728FBA" w14:textId="48DEB0ED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14:paraId="37D423D4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0095A1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Technology Materials and Resources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793121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5EB1B4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Materials and Resources </w:t>
            </w:r>
          </w:p>
        </w:tc>
      </w:tr>
      <w:tr w:rsidR="00C6549C" w14:paraId="50452592" w14:textId="77777777">
        <w:trPr>
          <w:trHeight w:val="1484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606F42E5" w14:textId="639F144A" w:rsidR="00183F6A" w:rsidRDefault="00183F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computers</w:t>
            </w:r>
            <w:proofErr w:type="gramEnd"/>
          </w:p>
          <w:p w14:paraId="276644F4" w14:textId="5686B76A" w:rsidR="00183F6A" w:rsidRDefault="00183F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proofErr w:type="gramStart"/>
            <w:r w:rsidR="001363B0">
              <w:rPr>
                <w:rFonts w:ascii="Arial" w:hAnsi="Arial" w:cs="Arial"/>
                <w:sz w:val="20"/>
                <w:szCs w:val="20"/>
              </w:rPr>
              <w:t>edublogs</w:t>
            </w:r>
            <w:proofErr w:type="spellEnd"/>
            <w:proofErr w:type="gramEnd"/>
            <w:r w:rsidR="001363B0">
              <w:rPr>
                <w:rFonts w:ascii="Arial" w:hAnsi="Arial" w:cs="Arial"/>
                <w:sz w:val="20"/>
                <w:szCs w:val="20"/>
              </w:rPr>
              <w:t xml:space="preserve"> login</w:t>
            </w:r>
          </w:p>
          <w:p w14:paraId="7CD2E068" w14:textId="2A4135BE" w:rsidR="003E0D89" w:rsidRDefault="003E0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1363B0">
              <w:rPr>
                <w:rFonts w:ascii="Arial" w:hAnsi="Arial" w:cs="Arial"/>
                <w:sz w:val="20"/>
                <w:szCs w:val="20"/>
              </w:rPr>
              <w:t>Write Source Summary resources</w:t>
            </w:r>
          </w:p>
          <w:p w14:paraId="196FFE7D" w14:textId="7F2E7029" w:rsidR="00D73444" w:rsidRPr="00126709" w:rsidRDefault="00D734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2BD93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3391CE81" w14:textId="77777777" w:rsidR="00D73444" w:rsidRDefault="00D73444" w:rsidP="00D734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rubric</w:t>
            </w:r>
            <w:proofErr w:type="gramEnd"/>
          </w:p>
          <w:p w14:paraId="4AAFAB22" w14:textId="742F7F4E" w:rsidR="00C6549C" w:rsidRPr="00126709" w:rsidRDefault="00D73444" w:rsidP="001363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1363B0">
              <w:rPr>
                <w:rFonts w:ascii="Arial" w:hAnsi="Arial" w:cs="Arial"/>
                <w:sz w:val="20"/>
                <w:szCs w:val="20"/>
              </w:rPr>
              <w:t>Checklist</w:t>
            </w:r>
          </w:p>
        </w:tc>
      </w:tr>
    </w:tbl>
    <w:p w14:paraId="07BF334D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14:paraId="72E1F1EB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FBB9B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Student Self-Assessment Strategies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6D10B5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6E311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 Goal Setting Strategies</w:t>
            </w:r>
          </w:p>
        </w:tc>
      </w:tr>
      <w:tr w:rsidR="00C6549C" w14:paraId="74B77CCD" w14:textId="77777777">
        <w:trPr>
          <w:trHeight w:val="1790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610AB00B" w14:textId="20C103B0" w:rsidR="00C6549C" w:rsidRPr="00126709" w:rsidRDefault="00D73444" w:rsidP="001363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-Students will be able 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asses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their own </w:t>
            </w:r>
            <w:r w:rsidR="001363B0">
              <w:rPr>
                <w:rFonts w:ascii="Arial" w:hAnsi="Arial" w:cs="Arial"/>
                <w:sz w:val="20"/>
                <w:szCs w:val="20"/>
              </w:rPr>
              <w:t>blog</w:t>
            </w:r>
            <w:r>
              <w:rPr>
                <w:rFonts w:ascii="Arial" w:hAnsi="Arial" w:cs="Arial"/>
                <w:sz w:val="20"/>
                <w:szCs w:val="20"/>
              </w:rPr>
              <w:t xml:space="preserve"> by </w:t>
            </w:r>
            <w:r w:rsidR="001363B0">
              <w:rPr>
                <w:rFonts w:ascii="Arial" w:hAnsi="Arial" w:cs="Arial"/>
                <w:sz w:val="20"/>
                <w:szCs w:val="20"/>
              </w:rPr>
              <w:t>using the rubric and checklist.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07095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7BBBF51E" w14:textId="28C42EB8" w:rsidR="00C6549C" w:rsidRPr="00126709" w:rsidRDefault="00D73444" w:rsidP="001363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-Students will </w:t>
            </w:r>
            <w:r w:rsidR="001363B0">
              <w:rPr>
                <w:rFonts w:ascii="Arial" w:hAnsi="Arial" w:cs="Arial"/>
                <w:sz w:val="20"/>
                <w:szCs w:val="20"/>
              </w:rPr>
              <w:t>make improvements on their written summaries and decide what type of current event they would like to research.</w:t>
            </w:r>
          </w:p>
        </w:tc>
      </w:tr>
    </w:tbl>
    <w:p w14:paraId="3E3BBCE2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p w14:paraId="14CA000C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p w14:paraId="24708CF3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p w14:paraId="0CDC0FC9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14:paraId="6EC2129E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564CC3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1 Interventions (Universal)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CBBE44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4F000F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Strategically Planned Questions</w:t>
            </w:r>
          </w:p>
        </w:tc>
      </w:tr>
      <w:tr w:rsidR="00C6549C" w14:paraId="0393442A" w14:textId="77777777">
        <w:trPr>
          <w:trHeight w:val="294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5A80145B" w14:textId="173BA7D2" w:rsidR="002E59DD" w:rsidRDefault="002E59DD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-Whole Group Instruction</w:t>
            </w:r>
          </w:p>
          <w:p w14:paraId="6F331F10" w14:textId="77777777" w:rsidR="002E59DD" w:rsidRDefault="002E59DD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-Rubric</w:t>
            </w:r>
          </w:p>
          <w:p w14:paraId="4C843877" w14:textId="0776FC82" w:rsidR="00515913" w:rsidRDefault="00515913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-Student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Colloborative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Scoring</w:t>
            </w:r>
          </w:p>
          <w:p w14:paraId="26512911" w14:textId="30CC7D40" w:rsidR="002E59DD" w:rsidRPr="00126709" w:rsidRDefault="002E59DD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139C9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7AD5658F" w14:textId="77777777" w:rsidR="00C6549C" w:rsidRDefault="00462D60" w:rsidP="00B836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-Why is it important to be aware of events happening at the local, national, and world level?</w:t>
            </w:r>
          </w:p>
          <w:p w14:paraId="6AEEEDF2" w14:textId="77777777" w:rsidR="00462D60" w:rsidRDefault="00462D60" w:rsidP="00B836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-How can you evaluate the website you have found an interesting current event on?</w:t>
            </w:r>
          </w:p>
          <w:p w14:paraId="4E3287DF" w14:textId="73B17B55" w:rsidR="00462D60" w:rsidRPr="00126709" w:rsidRDefault="00462D60" w:rsidP="00B836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AAC40B" w14:textId="6B2B5E3D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14:paraId="5D3C346B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2FAA19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2 Interventions (Targeted)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49D3B3B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F5F81D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</w:tr>
      <w:tr w:rsidR="00C6549C" w14:paraId="666327F4" w14:textId="77777777">
        <w:trPr>
          <w:trHeight w:val="3203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3906FBDE" w14:textId="072D2464" w:rsidR="00C6549C" w:rsidRDefault="002E59DD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Whole Group Instruction</w:t>
            </w:r>
          </w:p>
          <w:p w14:paraId="04585A85" w14:textId="77777777" w:rsidR="002E59DD" w:rsidRDefault="002E59DD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-Rubric</w:t>
            </w:r>
          </w:p>
          <w:p w14:paraId="4F9AF81C" w14:textId="77777777" w:rsidR="002E59DD" w:rsidRDefault="00B83640" w:rsidP="00B836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-Checklist</w:t>
            </w:r>
          </w:p>
          <w:p w14:paraId="69B3DC70" w14:textId="1E76D375" w:rsidR="00B83640" w:rsidRPr="002E59DD" w:rsidRDefault="00B83640" w:rsidP="00B836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CA049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41FFC38C" w14:textId="36955A1F" w:rsidR="002E59DD" w:rsidRDefault="00B83640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-Blog</w:t>
            </w:r>
          </w:p>
          <w:p w14:paraId="1AAF3334" w14:textId="77777777" w:rsidR="00B83640" w:rsidRDefault="00B83640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-Current Event</w:t>
            </w:r>
          </w:p>
          <w:p w14:paraId="5A6A2055" w14:textId="77777777" w:rsidR="00270487" w:rsidRDefault="00270487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relevant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information</w:t>
            </w:r>
          </w:p>
          <w:p w14:paraId="34673046" w14:textId="77777777" w:rsidR="00270487" w:rsidRDefault="00270487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opinion</w:t>
            </w:r>
            <w:proofErr w:type="gramEnd"/>
          </w:p>
          <w:p w14:paraId="0DE4C8C0" w14:textId="77777777" w:rsidR="00270487" w:rsidRDefault="00270487" w:rsidP="00C6549C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54BBE13A" w14:textId="77777777" w:rsidR="00B83640" w:rsidRDefault="00B83640" w:rsidP="00C654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060C49" w14:textId="77777777" w:rsidR="002E59DD" w:rsidRDefault="002E59DD" w:rsidP="00C654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3DE410" w14:textId="77777777" w:rsidR="003E6585" w:rsidRPr="00126709" w:rsidRDefault="003E6585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00BC4C" w14:textId="1CF61BD5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14:paraId="50469E41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45E5E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3 Interventions (Intensive)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E4FCD0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3880A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ELL Strategies</w:t>
            </w:r>
          </w:p>
        </w:tc>
      </w:tr>
      <w:tr w:rsidR="00C6549C" w14:paraId="3A448A0E" w14:textId="77777777">
        <w:trPr>
          <w:trHeight w:val="258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40320D6A" w14:textId="7D59B7E6" w:rsidR="00515913" w:rsidRPr="00126709" w:rsidRDefault="00B83640" w:rsidP="00C6549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none</w:t>
            </w:r>
            <w:proofErr w:type="gram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6144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6C40EEE4" w14:textId="77777777" w:rsidR="00C6549C" w:rsidRDefault="00462D60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 w:rsidR="00270487">
              <w:rPr>
                <w:rFonts w:ascii="Arial" w:hAnsi="Arial" w:cs="Arial"/>
                <w:sz w:val="20"/>
                <w:szCs w:val="20"/>
              </w:rPr>
              <w:t>teacher</w:t>
            </w:r>
            <w:proofErr w:type="gramEnd"/>
            <w:r w:rsidR="00270487">
              <w:rPr>
                <w:rFonts w:ascii="Arial" w:hAnsi="Arial" w:cs="Arial"/>
                <w:sz w:val="20"/>
                <w:szCs w:val="20"/>
              </w:rPr>
              <w:t xml:space="preserve"> model</w:t>
            </w:r>
          </w:p>
          <w:p w14:paraId="0E59AF2C" w14:textId="77777777" w:rsidR="00270487" w:rsidRDefault="00270487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student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model</w:t>
            </w:r>
          </w:p>
          <w:p w14:paraId="43554BAA" w14:textId="21A1E20F" w:rsidR="00270487" w:rsidRPr="00126709" w:rsidRDefault="00270487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-Skim, scan, the read</w:t>
            </w:r>
          </w:p>
        </w:tc>
      </w:tr>
    </w:tbl>
    <w:p w14:paraId="727117FF" w14:textId="12198636" w:rsidR="00C6549C" w:rsidRDefault="00C6549C">
      <w:pPr>
        <w:rPr>
          <w:rFonts w:ascii="Arial" w:hAnsi="Arial" w:cs="Arial"/>
          <w:b/>
          <w:sz w:val="20"/>
          <w:szCs w:val="20"/>
        </w:rPr>
      </w:pPr>
    </w:p>
    <w:p w14:paraId="77B27477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1405"/>
        <w:gridCol w:w="8489"/>
        <w:gridCol w:w="1266"/>
      </w:tblGrid>
      <w:tr w:rsidR="00C6549C" w14:paraId="4B73D1AC" w14:textId="77777777">
        <w:trPr>
          <w:trHeight w:val="855"/>
        </w:trPr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2AE98D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4E847D" w14:textId="77777777" w:rsidR="00C6549C" w:rsidRDefault="00C6549C" w:rsidP="00C6549C">
            <w:pPr>
              <w:pStyle w:val="Heading1"/>
            </w:pPr>
            <w:r>
              <w:t>Activities and Lesson Procedures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3D8713" w14:textId="77777777" w:rsidR="00C6549C" w:rsidRDefault="00C6549C" w:rsidP="00C6549C">
            <w:pPr>
              <w:pStyle w:val="Heading1"/>
            </w:pPr>
            <w:r>
              <w:t>Pacing</w:t>
            </w:r>
          </w:p>
        </w:tc>
      </w:tr>
      <w:tr w:rsidR="00C6549C" w14:paraId="739378C1" w14:textId="77777777">
        <w:trPr>
          <w:trHeight w:val="71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353F914C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Motivation (hook)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62B5D3F8" w14:textId="4BEE1920" w:rsidR="00B83640" w:rsidRPr="00EE3060" w:rsidRDefault="00B83640" w:rsidP="00B836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Preview the news websites and discuss what headlines pop out and why</w:t>
            </w:r>
          </w:p>
          <w:p w14:paraId="7491B63E" w14:textId="69D9B81D" w:rsidR="00EE3060" w:rsidRPr="00EE3060" w:rsidRDefault="00EE30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150970F9" w14:textId="6936B084" w:rsidR="00C6549C" w:rsidRDefault="00EE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263FAB18" w14:textId="310A32CC" w:rsidR="00EE3060" w:rsidRPr="00DF4324" w:rsidRDefault="00404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one</w:t>
            </w:r>
          </w:p>
        </w:tc>
      </w:tr>
      <w:tr w:rsidR="00C6549C" w14:paraId="4F6AF274" w14:textId="77777777">
        <w:trPr>
          <w:trHeight w:val="932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7B8C776D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0846C076" w14:textId="450458C9" w:rsidR="00B83640" w:rsidRDefault="0040476A" w:rsidP="00B836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Discuss the importance of being aware of the world around you and how the internet can aide in that awareness.</w:t>
            </w:r>
          </w:p>
          <w:p w14:paraId="4AFAF839" w14:textId="77777777" w:rsidR="00EE3060" w:rsidRPr="00DF4324" w:rsidRDefault="00EE30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19118012" w14:textId="6F4B93B3" w:rsidR="00C6549C" w:rsidRPr="00DF4324" w:rsidRDefault="00404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One</w:t>
            </w:r>
          </w:p>
        </w:tc>
      </w:tr>
      <w:tr w:rsidR="00C6549C" w14:paraId="2CDA68F8" w14:textId="77777777">
        <w:trPr>
          <w:trHeight w:val="1864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4E423A8" w14:textId="1D522E8F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Direct Teaching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50A2EFB5" w14:textId="64DE86C5" w:rsidR="0040476A" w:rsidRDefault="00404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-Define current events</w:t>
            </w:r>
          </w:p>
          <w:p w14:paraId="529279CE" w14:textId="47E50F47" w:rsidR="0040476A" w:rsidRDefault="00404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-Discuss relevant resources</w:t>
            </w:r>
          </w:p>
          <w:p w14:paraId="3987FD38" w14:textId="77777777" w:rsidR="0040476A" w:rsidRDefault="004047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45392E" w14:textId="4C4365BD" w:rsidR="0040476A" w:rsidRPr="00DF4324" w:rsidRDefault="004047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47AF5847" w14:textId="416E20D4" w:rsidR="00C6549C" w:rsidRPr="00DF4324" w:rsidRDefault="00404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-Day one</w:t>
            </w:r>
          </w:p>
        </w:tc>
      </w:tr>
      <w:tr w:rsidR="00C6549C" w14:paraId="47DB66C6" w14:textId="77777777">
        <w:trPr>
          <w:trHeight w:val="1926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1F9CF61" w14:textId="28249B44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Guided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63C0C9EB" w14:textId="77777777" w:rsidR="00C6549C" w:rsidRDefault="00404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-Explore different sites together and discuss pros and cons</w:t>
            </w:r>
          </w:p>
          <w:p w14:paraId="6F79B500" w14:textId="0A414864" w:rsidR="0040476A" w:rsidRPr="00DF4324" w:rsidRDefault="00404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discuss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different types of articles-local, state, and world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2B21B9A3" w14:textId="3A85F061" w:rsidR="00C6549C" w:rsidRPr="00DF4324" w:rsidRDefault="00404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Two</w:t>
            </w:r>
          </w:p>
        </w:tc>
      </w:tr>
      <w:tr w:rsidR="00C6549C" w14:paraId="20B9DC9D" w14:textId="77777777">
        <w:trPr>
          <w:trHeight w:val="1853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47029B7C" w14:textId="760F27D1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Feedback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3F637CAD" w14:textId="77777777" w:rsidR="00EE3060" w:rsidRDefault="00404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-Students explore each others blogs and comment on choice of article</w:t>
            </w:r>
          </w:p>
          <w:p w14:paraId="75429E49" w14:textId="66B2BE9B" w:rsidR="0040476A" w:rsidRPr="00DF4324" w:rsidRDefault="00404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teacher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uses checklist and rubric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17BF4B56" w14:textId="5161F2DE" w:rsidR="00C6549C" w:rsidRPr="00DF4324" w:rsidRDefault="00462D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Every blog post</w:t>
            </w:r>
          </w:p>
        </w:tc>
      </w:tr>
      <w:tr w:rsidR="00C6549C" w14:paraId="53A66B42" w14:textId="77777777">
        <w:trPr>
          <w:trHeight w:val="2330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1551399F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Independent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0A134F30" w14:textId="77777777" w:rsidR="00C6549C" w:rsidRDefault="00404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-Find and article</w:t>
            </w:r>
          </w:p>
          <w:p w14:paraId="15B7DD31" w14:textId="77777777" w:rsidR="0040476A" w:rsidRDefault="00404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read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and break down</w:t>
            </w:r>
          </w:p>
          <w:p w14:paraId="7F70E2C5" w14:textId="77777777" w:rsidR="0040476A" w:rsidRDefault="00404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 w:rsidR="00462D60">
              <w:rPr>
                <w:rFonts w:ascii="Arial" w:hAnsi="Arial" w:cs="Arial"/>
                <w:sz w:val="20"/>
                <w:szCs w:val="20"/>
              </w:rPr>
              <w:t>summarize</w:t>
            </w:r>
            <w:proofErr w:type="gramEnd"/>
            <w:r w:rsidR="00462D60">
              <w:rPr>
                <w:rFonts w:ascii="Arial" w:hAnsi="Arial" w:cs="Arial"/>
                <w:sz w:val="20"/>
                <w:szCs w:val="20"/>
              </w:rPr>
              <w:t xml:space="preserve"> using step up summary format</w:t>
            </w:r>
          </w:p>
          <w:p w14:paraId="4A7AA0E8" w14:textId="77777777" w:rsidR="00462D60" w:rsidRDefault="00462D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post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on blog according to rubric</w:t>
            </w:r>
          </w:p>
          <w:p w14:paraId="6FD795D1" w14:textId="77777777" w:rsidR="00462D60" w:rsidRDefault="00462D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comment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on peers blog</w:t>
            </w:r>
          </w:p>
          <w:p w14:paraId="2FC4A26D" w14:textId="1B80E2B5" w:rsidR="00462D60" w:rsidRPr="00DF4324" w:rsidRDefault="00462D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2598028C" w14:textId="3703DCCD" w:rsidR="00C6549C" w:rsidRPr="00DF4324" w:rsidRDefault="00462D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Every week throughout the 3</w:t>
            </w:r>
            <w:r w:rsidRPr="00462D60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>
              <w:rPr>
                <w:rFonts w:ascii="Arial" w:hAnsi="Arial" w:cs="Arial"/>
                <w:sz w:val="20"/>
                <w:szCs w:val="20"/>
              </w:rPr>
              <w:t xml:space="preserve"> tri</w:t>
            </w:r>
          </w:p>
        </w:tc>
      </w:tr>
      <w:tr w:rsidR="00C6549C" w14:paraId="08B06A2C" w14:textId="77777777">
        <w:trPr>
          <w:trHeight w:val="2915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26D97DF" w14:textId="3C9B7633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Closure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74BFE347" w14:textId="77777777" w:rsidR="00C6549C" w:rsidRDefault="00462D60" w:rsidP="00B836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create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 timeline of the events you have summarized</w:t>
            </w:r>
          </w:p>
          <w:p w14:paraId="276AE64D" w14:textId="007F17A1" w:rsidR="00462D60" w:rsidRPr="00DF4324" w:rsidRDefault="00462D60" w:rsidP="00B836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-Discuss what your most interesting event of the semester was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4B11E5F9" w14:textId="214BD1E4" w:rsidR="00C6549C" w:rsidRPr="00DF4324" w:rsidRDefault="00462D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462D60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  <w:szCs w:val="20"/>
              </w:rPr>
              <w:t xml:space="preserve"> week of may</w:t>
            </w:r>
          </w:p>
        </w:tc>
      </w:tr>
    </w:tbl>
    <w:p w14:paraId="72E5DA92" w14:textId="77777777" w:rsidR="00C6549C" w:rsidRDefault="00C6549C" w:rsidP="00C6549C"/>
    <w:sectPr w:rsidR="00C6549C" w:rsidSect="00C6549C">
      <w:footerReference w:type="default" r:id="rId8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FC1E7" w14:textId="77777777" w:rsidR="00462D60" w:rsidRDefault="00462D60">
      <w:r>
        <w:separator/>
      </w:r>
    </w:p>
  </w:endnote>
  <w:endnote w:type="continuationSeparator" w:id="0">
    <w:p w14:paraId="3648EB91" w14:textId="77777777" w:rsidR="00462D60" w:rsidRDefault="00462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onotype Sorts">
    <w:panose1 w:val="01010601010101010101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4F033" w14:textId="77777777" w:rsidR="00462D60" w:rsidRDefault="00462D60" w:rsidP="00C6549C">
    <w:pPr>
      <w:pStyle w:val="Footer"/>
      <w:jc w:val="center"/>
    </w:pPr>
    <w:r>
      <w:t xml:space="preserve">Page - </w:t>
    </w:r>
    <w:r>
      <w:fldChar w:fldCharType="begin"/>
    </w:r>
    <w:r>
      <w:instrText xml:space="preserve"> PAGE </w:instrText>
    </w:r>
    <w:r>
      <w:fldChar w:fldCharType="separate"/>
    </w:r>
    <w:r w:rsidR="00270487"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E2256" w14:textId="77777777" w:rsidR="00462D60" w:rsidRDefault="00462D60">
      <w:r>
        <w:separator/>
      </w:r>
    </w:p>
  </w:footnote>
  <w:footnote w:type="continuationSeparator" w:id="0">
    <w:p w14:paraId="0AAC49F9" w14:textId="77777777" w:rsidR="00462D60" w:rsidRDefault="00462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47D"/>
    <w:multiLevelType w:val="multilevel"/>
    <w:tmpl w:val="7DF80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F6415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17AF0"/>
    <w:multiLevelType w:val="hybridMultilevel"/>
    <w:tmpl w:val="7490577A"/>
    <w:lvl w:ilvl="0" w:tplc="FBAC86EC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F25E2"/>
    <w:multiLevelType w:val="hybridMultilevel"/>
    <w:tmpl w:val="05306BAC"/>
    <w:lvl w:ilvl="0" w:tplc="D376E682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07E2C"/>
    <w:multiLevelType w:val="multilevel"/>
    <w:tmpl w:val="05306BAC"/>
    <w:lvl w:ilvl="0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66CF1"/>
    <w:multiLevelType w:val="hybridMultilevel"/>
    <w:tmpl w:val="3A66D07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17902"/>
    <w:multiLevelType w:val="multilevel"/>
    <w:tmpl w:val="EED61F86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A6B23"/>
    <w:multiLevelType w:val="hybridMultilevel"/>
    <w:tmpl w:val="EED61F86"/>
    <w:lvl w:ilvl="0" w:tplc="A6B28F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89214A"/>
    <w:multiLevelType w:val="hybridMultilevel"/>
    <w:tmpl w:val="7DF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9C"/>
    <w:rsid w:val="00010C44"/>
    <w:rsid w:val="00060263"/>
    <w:rsid w:val="001074B7"/>
    <w:rsid w:val="001363B0"/>
    <w:rsid w:val="00183F6A"/>
    <w:rsid w:val="00226778"/>
    <w:rsid w:val="00270487"/>
    <w:rsid w:val="002E59DD"/>
    <w:rsid w:val="003862BB"/>
    <w:rsid w:val="003E0D89"/>
    <w:rsid w:val="003E6585"/>
    <w:rsid w:val="0040476A"/>
    <w:rsid w:val="0043441F"/>
    <w:rsid w:val="00462D60"/>
    <w:rsid w:val="00502D70"/>
    <w:rsid w:val="00515913"/>
    <w:rsid w:val="00561A80"/>
    <w:rsid w:val="00615B41"/>
    <w:rsid w:val="0072002B"/>
    <w:rsid w:val="007A7F3E"/>
    <w:rsid w:val="00934B30"/>
    <w:rsid w:val="0094258D"/>
    <w:rsid w:val="00954D17"/>
    <w:rsid w:val="009551F0"/>
    <w:rsid w:val="009578E8"/>
    <w:rsid w:val="0098013C"/>
    <w:rsid w:val="009F7E7C"/>
    <w:rsid w:val="00AC3CDA"/>
    <w:rsid w:val="00B83640"/>
    <w:rsid w:val="00C35239"/>
    <w:rsid w:val="00C6549C"/>
    <w:rsid w:val="00D73444"/>
    <w:rsid w:val="00E42CCB"/>
    <w:rsid w:val="00E81212"/>
    <w:rsid w:val="00EE3060"/>
    <w:rsid w:val="00F36313"/>
    <w:rsid w:val="00FB07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64F567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602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0602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602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0602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3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tiffany:Desktop: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Template.dotx</Template>
  <TotalTime>1</TotalTime>
  <Pages>3</Pages>
  <Words>632</Words>
  <Characters>3605</Characters>
  <Application>Microsoft Macintosh Word</Application>
  <DocSecurity>0</DocSecurity>
  <Lines>30</Lines>
  <Paragraphs>8</Paragraphs>
  <ScaleCrop>false</ScaleCrop>
  <Company>ECSD</Company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ECSD ECSD</dc:creator>
  <cp:keywords>Lesson Plan</cp:keywords>
  <dc:description/>
  <cp:lastModifiedBy>ECSD ECSD</cp:lastModifiedBy>
  <cp:revision>2</cp:revision>
  <cp:lastPrinted>2010-11-15T18:19:00Z</cp:lastPrinted>
  <dcterms:created xsi:type="dcterms:W3CDTF">2011-06-09T19:03:00Z</dcterms:created>
  <dcterms:modified xsi:type="dcterms:W3CDTF">2011-06-09T19:03:00Z</dcterms:modified>
  <cp:category>Lesson Plan</cp:category>
</cp:coreProperties>
</file>